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C50" w:rsidRPr="001A4EC4" w:rsidRDefault="006E3C50" w:rsidP="00C8690C">
      <w:pPr>
        <w:widowControl w:val="0"/>
        <w:spacing w:after="160" w:line="360" w:lineRule="auto"/>
        <w:jc w:val="center"/>
        <w:rPr>
          <w:rFonts w:ascii="GHEA Grapalat Cyr" w:hAnsi="GHEA Grapalat Cyr" w:cs="GHEA Grapalat Cyr"/>
          <w:b/>
          <w:bCs/>
        </w:rPr>
      </w:pPr>
      <w:r w:rsidRPr="001A4EC4">
        <w:rPr>
          <w:rFonts w:ascii="GHEA Grapalat Cyr" w:hAnsi="GHEA Grapalat Cyr" w:cs="GHEA Grapalat Cyr"/>
          <w:b/>
          <w:bCs/>
        </w:rPr>
        <w:t>ОБЪЯВЛЕНИЕ</w:t>
      </w:r>
    </w:p>
    <w:p w:rsidR="006E3C50" w:rsidRPr="008A2825" w:rsidRDefault="006E3C50" w:rsidP="00694DAD">
      <w:pPr>
        <w:widowControl w:val="0"/>
        <w:spacing w:after="160" w:line="360" w:lineRule="auto"/>
        <w:jc w:val="center"/>
        <w:rPr>
          <w:rFonts w:ascii="GHEA Grapalat" w:hAnsi="GHEA Grapalat" w:cs="GHEA Grapalat"/>
          <w:b/>
          <w:bCs/>
        </w:rPr>
      </w:pPr>
      <w:r w:rsidRPr="001A4EC4">
        <w:rPr>
          <w:rFonts w:ascii="GHEA Grapalat Cyr" w:hAnsi="GHEA Grapalat Cyr" w:cs="GHEA Grapalat Cyr"/>
          <w:b/>
          <w:bCs/>
        </w:rPr>
        <w:t>о разъяснении приглашения</w:t>
      </w:r>
    </w:p>
    <w:p w:rsidR="006E3C50" w:rsidRPr="001A4EC4" w:rsidRDefault="006E3C50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 Cyr" w:hAnsi="GHEA Grapalat Cyr" w:cs="GHEA Grapalat Cyr"/>
          <w:b w:val="0"/>
          <w:bCs w:val="0"/>
          <w:sz w:val="24"/>
          <w:szCs w:val="24"/>
        </w:rPr>
      </w:pPr>
      <w:r w:rsidRPr="001A4EC4">
        <w:rPr>
          <w:rFonts w:ascii="GHEA Grapalat Cyr" w:hAnsi="GHEA Grapalat Cyr" w:cs="GHEA Grapalat Cyr"/>
          <w:b w:val="0"/>
          <w:bCs w:val="0"/>
          <w:sz w:val="24"/>
          <w:szCs w:val="24"/>
        </w:rPr>
        <w:t>Настоящий текст объявления утвержден решением Оценочной комиссии</w:t>
      </w:r>
    </w:p>
    <w:p w:rsidR="006E3C50" w:rsidRPr="001A4EC4" w:rsidRDefault="006E3C50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 Cyr" w:hAnsi="GHEA Grapalat Cyr" w:cs="GHEA Grapalat Cyr"/>
          <w:b w:val="0"/>
          <w:bCs w:val="0"/>
          <w:sz w:val="24"/>
          <w:szCs w:val="24"/>
        </w:rPr>
      </w:pPr>
      <w:r w:rsidRPr="001A4EC4">
        <w:rPr>
          <w:rFonts w:ascii="GHEA Grapalat Cyr" w:hAnsi="GHEA Grapalat Cyr" w:cs="GHEA Grapalat Cyr"/>
          <w:b w:val="0"/>
          <w:bCs w:val="0"/>
          <w:sz w:val="24"/>
          <w:szCs w:val="24"/>
        </w:rPr>
        <w:t xml:space="preserve"> № </w:t>
      </w:r>
      <w:r>
        <w:rPr>
          <w:rFonts w:ascii="GHEA Grapalat" w:hAnsi="GHEA Grapalat" w:cs="GHEA Grapalat"/>
          <w:b w:val="0"/>
          <w:bCs w:val="0"/>
          <w:sz w:val="24"/>
          <w:szCs w:val="24"/>
          <w:lang w:val="en-US"/>
        </w:rPr>
        <w:t>3</w:t>
      </w:r>
      <w:r w:rsidRPr="001A4EC4">
        <w:rPr>
          <w:rFonts w:ascii="GHEA Grapalat Cyr" w:hAnsi="GHEA Grapalat Cyr" w:cs="GHEA Grapalat Cyr"/>
          <w:b w:val="0"/>
          <w:bCs w:val="0"/>
          <w:sz w:val="24"/>
          <w:szCs w:val="24"/>
        </w:rPr>
        <w:t xml:space="preserve"> от </w:t>
      </w:r>
      <w:r>
        <w:rPr>
          <w:rFonts w:ascii="GHEA Grapalat" w:hAnsi="GHEA Grapalat" w:cs="GHEA Grapalat"/>
          <w:b w:val="0"/>
          <w:bCs w:val="0"/>
          <w:sz w:val="24"/>
          <w:szCs w:val="24"/>
        </w:rPr>
        <w:t>1</w:t>
      </w:r>
      <w:r>
        <w:rPr>
          <w:rFonts w:ascii="GHEA Grapalat" w:hAnsi="GHEA Grapalat" w:cs="GHEA Grapalat"/>
          <w:b w:val="0"/>
          <w:bCs w:val="0"/>
          <w:sz w:val="24"/>
          <w:szCs w:val="24"/>
          <w:lang w:val="en-US"/>
        </w:rPr>
        <w:t>8</w:t>
      </w:r>
      <w:r>
        <w:rPr>
          <w:rFonts w:ascii="GHEA Grapalat" w:hAnsi="GHEA Grapalat" w:cs="GHEA Grapalat"/>
          <w:b w:val="0"/>
          <w:bCs w:val="0"/>
          <w:sz w:val="24"/>
          <w:szCs w:val="24"/>
        </w:rPr>
        <w:t>.</w:t>
      </w:r>
      <w:r>
        <w:rPr>
          <w:rFonts w:ascii="GHEA Grapalat" w:hAnsi="GHEA Grapalat" w:cs="GHEA Grapalat"/>
          <w:b w:val="0"/>
          <w:bCs w:val="0"/>
          <w:sz w:val="24"/>
          <w:szCs w:val="24"/>
          <w:lang w:val="en-US"/>
        </w:rPr>
        <w:t>03</w:t>
      </w:r>
      <w:r w:rsidRPr="00E40AC1">
        <w:rPr>
          <w:rFonts w:ascii="GHEA Grapalat" w:hAnsi="GHEA Grapalat" w:cs="GHEA Grapalat"/>
          <w:b w:val="0"/>
          <w:bCs w:val="0"/>
          <w:sz w:val="24"/>
          <w:szCs w:val="24"/>
        </w:rPr>
        <w:t>.</w:t>
      </w:r>
      <w:r>
        <w:rPr>
          <w:rFonts w:ascii="GHEA Grapalat" w:hAnsi="GHEA Grapalat" w:cs="GHEA Grapalat"/>
          <w:b w:val="0"/>
          <w:bCs w:val="0"/>
          <w:sz w:val="24"/>
          <w:szCs w:val="24"/>
        </w:rPr>
        <w:t>202</w:t>
      </w:r>
      <w:r>
        <w:rPr>
          <w:rFonts w:ascii="GHEA Grapalat" w:hAnsi="GHEA Grapalat" w:cs="GHEA Grapalat"/>
          <w:b w:val="0"/>
          <w:bCs w:val="0"/>
          <w:sz w:val="24"/>
          <w:szCs w:val="24"/>
          <w:lang w:val="en-US"/>
        </w:rPr>
        <w:t>1</w:t>
      </w:r>
      <w:r w:rsidRPr="001A4EC4">
        <w:rPr>
          <w:rFonts w:ascii="GHEA Grapalat Cyr" w:hAnsi="GHEA Grapalat Cyr" w:cs="GHEA Grapalat Cyr"/>
          <w:b w:val="0"/>
          <w:bCs w:val="0"/>
          <w:sz w:val="24"/>
          <w:szCs w:val="24"/>
        </w:rPr>
        <w:t>года</w:t>
      </w:r>
      <w:r>
        <w:rPr>
          <w:rFonts w:ascii="GHEA Grapalat" w:hAnsi="GHEA Grapalat" w:cs="GHEA Grapalat"/>
          <w:b w:val="0"/>
          <w:bCs w:val="0"/>
          <w:sz w:val="24"/>
          <w:szCs w:val="24"/>
        </w:rPr>
        <w:t xml:space="preserve"> </w:t>
      </w:r>
      <w:r w:rsidRPr="001A4EC4">
        <w:rPr>
          <w:rFonts w:ascii="GHEA Grapalat Cyr" w:hAnsi="GHEA Grapalat Cyr" w:cs="GHEA Grapalat Cyr"/>
          <w:b w:val="0"/>
          <w:bCs w:val="0"/>
          <w:sz w:val="24"/>
          <w:szCs w:val="24"/>
        </w:rPr>
        <w:t xml:space="preserve">и опубликовывается </w:t>
      </w:r>
    </w:p>
    <w:p w:rsidR="006E3C50" w:rsidRPr="00E40AC1" w:rsidRDefault="006E3C50" w:rsidP="00E40AC1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GHEA Grapalat"/>
          <w:b w:val="0"/>
          <w:bCs w:val="0"/>
          <w:sz w:val="24"/>
          <w:szCs w:val="24"/>
        </w:rPr>
      </w:pPr>
      <w:r w:rsidRPr="001A4EC4">
        <w:rPr>
          <w:rFonts w:ascii="GHEA Grapalat Cyr" w:hAnsi="GHEA Grapalat Cyr" w:cs="GHEA Grapalat Cyr"/>
          <w:b w:val="0"/>
          <w:bCs w:val="0"/>
          <w:sz w:val="24"/>
          <w:szCs w:val="24"/>
        </w:rPr>
        <w:t>в соответствии со статьей 29 Закона Республики Армения "О закупках"</w:t>
      </w:r>
    </w:p>
    <w:p w:rsidR="006E3C50" w:rsidRPr="00F84E50" w:rsidRDefault="006E3C50" w:rsidP="00425211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GHEA Grapalat"/>
          <w:b w:val="0"/>
          <w:bCs w:val="0"/>
          <w:sz w:val="24"/>
          <w:szCs w:val="24"/>
          <w:u w:val="single"/>
        </w:rPr>
      </w:pPr>
      <w:r w:rsidRPr="001A4EC4">
        <w:rPr>
          <w:rFonts w:ascii="GHEA Grapalat Cyr" w:hAnsi="GHEA Grapalat Cyr" w:cs="GHEA Grapalat Cyr"/>
          <w:b w:val="0"/>
          <w:bCs w:val="0"/>
          <w:sz w:val="24"/>
          <w:szCs w:val="24"/>
        </w:rPr>
        <w:t xml:space="preserve">Код процедуры </w:t>
      </w:r>
      <w:r w:rsidRPr="00E40AC1">
        <w:rPr>
          <w:rFonts w:ascii="GHEA Grapalat" w:hAnsi="GHEA Grapalat" w:cs="GHEA Grapalat"/>
          <w:b w:val="0"/>
          <w:bCs w:val="0"/>
          <w:sz w:val="24"/>
          <w:szCs w:val="24"/>
        </w:rPr>
        <w:t xml:space="preserve"> </w:t>
      </w:r>
      <w:r w:rsidRPr="00D14CB5">
        <w:rPr>
          <w:rFonts w:ascii="Arial Unicode" w:hAnsi="Arial Unicode" w:cs="Arial Unicode"/>
          <w:sz w:val="18"/>
          <w:szCs w:val="18"/>
        </w:rPr>
        <w:t>НММЦ</w:t>
      </w:r>
      <w:r w:rsidRPr="00D14CB5">
        <w:rPr>
          <w:rFonts w:ascii="Arial Unicode" w:hAnsi="Arial Unicode" w:cs="Arial Unicode"/>
          <w:sz w:val="18"/>
          <w:szCs w:val="18"/>
          <w:lang w:val="af-ZA"/>
        </w:rPr>
        <w:t>-ОК</w:t>
      </w:r>
      <w:r w:rsidRPr="00D14CB5">
        <w:rPr>
          <w:rFonts w:ascii="Arial Unicode" w:hAnsi="Arial Unicode" w:cs="Arial Unicode"/>
          <w:sz w:val="18"/>
          <w:szCs w:val="18"/>
        </w:rPr>
        <w:t>ПТ</w:t>
      </w:r>
      <w:r w:rsidRPr="00D14CB5">
        <w:rPr>
          <w:rFonts w:ascii="Arial Unicode" w:hAnsi="Arial Unicode" w:cs="Arial Unicode"/>
          <w:sz w:val="18"/>
          <w:szCs w:val="18"/>
          <w:lang w:val="af-ZA"/>
        </w:rPr>
        <w:t>-</w:t>
      </w:r>
      <w:r>
        <w:rPr>
          <w:rFonts w:ascii="Arial Unicode" w:hAnsi="Arial Unicode" w:cs="Arial Unicode"/>
          <w:sz w:val="18"/>
          <w:szCs w:val="18"/>
        </w:rPr>
        <w:t>21/</w:t>
      </w:r>
      <w:r w:rsidRPr="00F84E50">
        <w:rPr>
          <w:rFonts w:ascii="Arial Unicode" w:hAnsi="Arial Unicode" w:cs="Arial Unicode"/>
          <w:sz w:val="18"/>
          <w:szCs w:val="18"/>
        </w:rPr>
        <w:t>46</w:t>
      </w:r>
    </w:p>
    <w:p w:rsidR="006E3C50" w:rsidRPr="00CA425A" w:rsidRDefault="006E3C50" w:rsidP="00604A2C">
      <w:pPr>
        <w:widowControl w:val="0"/>
        <w:ind w:firstLine="708"/>
        <w:jc w:val="both"/>
        <w:rPr>
          <w:rFonts w:ascii="GHEA Grapalat" w:hAnsi="GHEA Grapalat" w:cs="GHEA Grapalat"/>
        </w:rPr>
      </w:pPr>
      <w:r w:rsidRPr="001A4EC4">
        <w:rPr>
          <w:rFonts w:ascii="GHEA Grapalat Cyr" w:hAnsi="GHEA Grapalat Cyr" w:cs="GHEA Grapalat Cyr"/>
        </w:rPr>
        <w:t>Оценочная комиссия процедуры закупки по</w:t>
      </w:r>
      <w:r>
        <w:rPr>
          <w:rFonts w:ascii="GHEA Grapalat Cyr" w:hAnsi="GHEA Grapalat Cyr" w:cs="GHEA Grapalat Cyr"/>
        </w:rPr>
        <w:t>д</w:t>
      </w:r>
      <w:r w:rsidRPr="001A4EC4">
        <w:rPr>
          <w:rFonts w:ascii="GHEA Grapalat Cyr" w:hAnsi="GHEA Grapalat Cyr" w:cs="GHEA Grapalat Cyr"/>
        </w:rPr>
        <w:t xml:space="preserve"> код</w:t>
      </w:r>
      <w:r>
        <w:rPr>
          <w:rFonts w:ascii="GHEA Grapalat Cyr" w:hAnsi="GHEA Grapalat Cyr" w:cs="GHEA Grapalat Cyr"/>
        </w:rPr>
        <w:t>ом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НММЦ-ОКПТ</w:t>
      </w:r>
      <w:r w:rsidRPr="00604A2C">
        <w:rPr>
          <w:rFonts w:ascii="GHEA Grapalat" w:hAnsi="GHEA Grapalat" w:cs="GHEA Grapalat"/>
        </w:rPr>
        <w:t>-21/46</w:t>
      </w:r>
      <w:r w:rsidRPr="001A4EC4">
        <w:rPr>
          <w:rFonts w:ascii="GHEA Grapalat" w:hAnsi="GHEA Grapalat" w:cs="GHEA Grapalat"/>
        </w:rPr>
        <w:t>,</w:t>
      </w:r>
      <w:r w:rsidRPr="00085F00">
        <w:rPr>
          <w:rFonts w:ascii="GHEA Grapalat" w:hAnsi="GHEA Grapalat" w:cs="GHEA Grapalat"/>
        </w:rPr>
        <w:t xml:space="preserve"> </w:t>
      </w:r>
      <w:r w:rsidRPr="001A4EC4">
        <w:rPr>
          <w:rFonts w:ascii="GHEA Grapalat Cyr" w:hAnsi="GHEA Grapalat Cyr" w:cs="GHEA Grapalat Cyr"/>
        </w:rPr>
        <w:t>организованной с целью приобретения</w:t>
      </w:r>
      <w:r w:rsidRPr="00A433DD">
        <w:rPr>
          <w:rFonts w:ascii="GHEA Grapalat" w:hAnsi="GHEA Grapalat" w:cs="GHEA Grapalat"/>
        </w:rPr>
        <w:t xml:space="preserve"> </w:t>
      </w:r>
      <w:r w:rsidRPr="00E40AC1">
        <w:rPr>
          <w:rFonts w:ascii="GHEA Grapalat Cyr" w:hAnsi="GHEA Grapalat Cyr" w:cs="GHEA Grapalat Cyr"/>
        </w:rPr>
        <w:t>товаров медицинского назначения</w:t>
      </w:r>
      <w:r>
        <w:rPr>
          <w:rFonts w:ascii="GHEA Grapalat" w:hAnsi="GHEA Grapalat" w:cs="GHEA Grapalat"/>
        </w:rPr>
        <w:t xml:space="preserve"> </w:t>
      </w:r>
      <w:r w:rsidRPr="001A4EC4">
        <w:rPr>
          <w:rFonts w:ascii="GHEA Grapalat Cyr" w:hAnsi="GHEA Grapalat Cyr" w:cs="GHEA Grapalat Cyr"/>
        </w:rPr>
        <w:t xml:space="preserve">для нужд </w:t>
      </w:r>
      <w:r w:rsidRPr="00E40AC1">
        <w:rPr>
          <w:rFonts w:ascii="GHEA Grapalat Cyr" w:hAnsi="GHEA Grapalat Cyr" w:cs="GHEA Grapalat Cyr"/>
        </w:rPr>
        <w:t>&lt;&lt;Норк-Мараш&gt;&gt; медицинский центр&gt;&gt; ЗАО</w:t>
      </w:r>
      <w:r>
        <w:rPr>
          <w:rFonts w:ascii="GHEA Grapalat" w:hAnsi="GHEA Grapalat" w:cs="GHEA Grapalat"/>
        </w:rPr>
        <w:t xml:space="preserve">, </w:t>
      </w:r>
      <w:r w:rsidRPr="001A4EC4">
        <w:rPr>
          <w:rFonts w:ascii="GHEA Grapalat Cyr" w:hAnsi="GHEA Grapalat Cyr" w:cs="GHEA Grapalat Cyr"/>
        </w:rPr>
        <w:t>ниже представляет запросы</w:t>
      </w:r>
      <w:r>
        <w:rPr>
          <w:rFonts w:ascii="GHEA Grapalat" w:hAnsi="GHEA Grapalat" w:cs="GHEA Grapalat"/>
        </w:rPr>
        <w:t>,</w:t>
      </w:r>
      <w:r w:rsidRPr="00085F00">
        <w:rPr>
          <w:rFonts w:ascii="GHEA Grapalat" w:hAnsi="GHEA Grapalat" w:cs="GHEA Grapalat"/>
          <w:spacing w:val="4"/>
        </w:rPr>
        <w:t xml:space="preserve"> </w:t>
      </w:r>
      <w:r w:rsidRPr="00294538">
        <w:rPr>
          <w:rFonts w:ascii="GHEA Grapalat Cyr" w:hAnsi="GHEA Grapalat Cyr" w:cs="GHEA Grapalat Cyr"/>
          <w:spacing w:val="4"/>
        </w:rPr>
        <w:t xml:space="preserve">полученные </w:t>
      </w:r>
      <w:r>
        <w:rPr>
          <w:rFonts w:ascii="GHEA Grapalat" w:hAnsi="GHEA Grapalat" w:cs="GHEA Grapalat"/>
          <w:spacing w:val="4"/>
        </w:rPr>
        <w:t>1</w:t>
      </w:r>
      <w:r w:rsidRPr="00604A2C">
        <w:rPr>
          <w:rFonts w:ascii="GHEA Grapalat" w:hAnsi="GHEA Grapalat" w:cs="GHEA Grapalat"/>
          <w:spacing w:val="4"/>
        </w:rPr>
        <w:t>6</w:t>
      </w:r>
      <w:r>
        <w:rPr>
          <w:rFonts w:ascii="GHEA Grapalat" w:hAnsi="GHEA Grapalat" w:cs="GHEA Grapalat"/>
          <w:spacing w:val="4"/>
        </w:rPr>
        <w:t>.</w:t>
      </w:r>
      <w:r w:rsidRPr="00F84E50">
        <w:rPr>
          <w:rFonts w:ascii="GHEA Grapalat" w:hAnsi="GHEA Grapalat" w:cs="GHEA Grapalat"/>
          <w:spacing w:val="4"/>
        </w:rPr>
        <w:t>03</w:t>
      </w:r>
      <w:r w:rsidRPr="00CA425A">
        <w:rPr>
          <w:rFonts w:ascii="GHEA Grapalat" w:hAnsi="GHEA Grapalat" w:cs="GHEA Grapalat"/>
          <w:spacing w:val="4"/>
        </w:rPr>
        <w:t>.202</w:t>
      </w:r>
      <w:r w:rsidRPr="00F84E50">
        <w:rPr>
          <w:rFonts w:ascii="GHEA Grapalat" w:hAnsi="GHEA Grapalat" w:cs="GHEA Grapalat"/>
          <w:spacing w:val="4"/>
        </w:rPr>
        <w:t>1</w:t>
      </w:r>
      <w:r w:rsidRPr="00CA425A">
        <w:rPr>
          <w:rFonts w:ascii="GHEA Grapalat Cyr" w:hAnsi="GHEA Grapalat Cyr" w:cs="GHEA Grapalat Cyr"/>
          <w:spacing w:val="4"/>
        </w:rPr>
        <w:t>г.</w:t>
      </w:r>
      <w:r w:rsidRPr="00CA425A">
        <w:rPr>
          <w:rFonts w:ascii="GHEA Grapalat" w:hAnsi="GHEA Grapalat" w:cs="GHEA Grapalat"/>
        </w:rPr>
        <w:t xml:space="preserve"> </w:t>
      </w:r>
      <w:r w:rsidRPr="00294538">
        <w:rPr>
          <w:rFonts w:ascii="GHEA Grapalat Cyr" w:hAnsi="GHEA Grapalat Cyr" w:cs="GHEA Grapalat Cyr"/>
          <w:spacing w:val="4"/>
        </w:rPr>
        <w:t>и предоставленные</w:t>
      </w:r>
      <w:r>
        <w:rPr>
          <w:rFonts w:ascii="GHEA Grapalat" w:hAnsi="GHEA Grapalat" w:cs="GHEA Grapalat"/>
        </w:rPr>
        <w:t>1</w:t>
      </w:r>
      <w:r w:rsidRPr="00604A2C">
        <w:rPr>
          <w:rFonts w:ascii="GHEA Grapalat" w:hAnsi="GHEA Grapalat" w:cs="GHEA Grapalat"/>
        </w:rPr>
        <w:t>8</w:t>
      </w:r>
      <w:r>
        <w:rPr>
          <w:rFonts w:ascii="GHEA Grapalat" w:hAnsi="GHEA Grapalat" w:cs="GHEA Grapalat"/>
        </w:rPr>
        <w:t>.</w:t>
      </w:r>
      <w:r w:rsidRPr="00F84E50">
        <w:rPr>
          <w:rFonts w:ascii="GHEA Grapalat" w:hAnsi="GHEA Grapalat" w:cs="GHEA Grapalat"/>
        </w:rPr>
        <w:t>03</w:t>
      </w:r>
      <w:r>
        <w:rPr>
          <w:rFonts w:ascii="GHEA Grapalat" w:hAnsi="GHEA Grapalat" w:cs="GHEA Grapalat"/>
        </w:rPr>
        <w:t>.202</w:t>
      </w:r>
      <w:r w:rsidRPr="00F84E50">
        <w:rPr>
          <w:rFonts w:ascii="GHEA Grapalat" w:hAnsi="GHEA Grapalat" w:cs="GHEA Grapalat"/>
        </w:rPr>
        <w:t>1</w:t>
      </w:r>
      <w:r w:rsidRPr="00CA425A">
        <w:rPr>
          <w:rFonts w:ascii="GHEA Grapalat Cyr" w:hAnsi="GHEA Grapalat Cyr" w:cs="GHEA Grapalat Cyr"/>
        </w:rPr>
        <w:t>г.</w:t>
      </w:r>
      <w:r w:rsidRPr="00294538">
        <w:rPr>
          <w:rFonts w:ascii="GHEA Grapalat Cyr" w:hAnsi="GHEA Grapalat Cyr" w:cs="GHEA Grapalat Cyr"/>
          <w:spacing w:val="4"/>
        </w:rPr>
        <w:t>по</w:t>
      </w:r>
      <w:r>
        <w:rPr>
          <w:rFonts w:ascii="GHEA Grapalat" w:hAnsi="GHEA Grapalat" w:cs="GHEA Grapalat"/>
          <w:spacing w:val="4"/>
        </w:rPr>
        <w:t xml:space="preserve"> </w:t>
      </w:r>
      <w:r w:rsidRPr="001A4EC4">
        <w:rPr>
          <w:rFonts w:ascii="GHEA Grapalat Cyr" w:hAnsi="GHEA Grapalat Cyr" w:cs="GHEA Grapalat Cyr"/>
        </w:rPr>
        <w:t>ним</w:t>
      </w:r>
      <w:r w:rsidRPr="00CA425A">
        <w:rPr>
          <w:rFonts w:ascii="GHEA Grapalat" w:hAnsi="GHEA Grapalat" w:cs="GHEA Grapalat"/>
        </w:rPr>
        <w:t xml:space="preserve"> </w:t>
      </w:r>
      <w:r w:rsidRPr="001A4EC4">
        <w:rPr>
          <w:rFonts w:ascii="GHEA Grapalat Cyr" w:hAnsi="GHEA Grapalat Cyr" w:cs="GHEA Grapalat Cyr"/>
        </w:rPr>
        <w:t>разъяснения</w:t>
      </w:r>
      <w:r w:rsidRPr="00C0200A">
        <w:rPr>
          <w:rFonts w:ascii="GHEA Grapalat" w:hAnsi="GHEA Grapalat" w:cs="GHEA Grapalat"/>
          <w:spacing w:val="4"/>
        </w:rPr>
        <w:t xml:space="preserve"> </w:t>
      </w:r>
      <w:r w:rsidRPr="00294538">
        <w:rPr>
          <w:rFonts w:ascii="GHEA Grapalat Cyr" w:hAnsi="GHEA Grapalat Cyr" w:cs="GHEA Grapalat Cyr"/>
          <w:spacing w:val="4"/>
        </w:rPr>
        <w:t>относительно приглашения по тому же</w:t>
      </w:r>
      <w:r>
        <w:rPr>
          <w:rFonts w:ascii="GHEA Grapalat Cyr" w:hAnsi="GHEA Grapalat Cyr" w:cs="GHEA Grapalat Cyr"/>
          <w:spacing w:val="4"/>
        </w:rPr>
        <w:t xml:space="preserve"> коду:</w:t>
      </w:r>
      <w:r w:rsidRPr="00294538">
        <w:rPr>
          <w:rFonts w:ascii="GHEA Grapalat" w:hAnsi="GHEA Grapalat" w:cs="GHEA Grapalat"/>
          <w:spacing w:val="4"/>
        </w:rPr>
        <w:t xml:space="preserve"> </w:t>
      </w:r>
    </w:p>
    <w:p w:rsidR="006E3C50" w:rsidRPr="004D595D" w:rsidRDefault="006E3C50" w:rsidP="002D4550">
      <w:pPr>
        <w:widowControl w:val="0"/>
        <w:tabs>
          <w:tab w:val="left" w:pos="6804"/>
        </w:tabs>
        <w:spacing w:after="160" w:line="360" w:lineRule="auto"/>
        <w:ind w:left="709"/>
        <w:jc w:val="both"/>
        <w:rPr>
          <w:rFonts w:ascii="GHEA Grapalat" w:hAnsi="GHEA Grapalat" w:cs="GHEA Grapalat"/>
          <w:sz w:val="16"/>
          <w:szCs w:val="16"/>
        </w:rPr>
      </w:pPr>
    </w:p>
    <w:p w:rsidR="006E3C50" w:rsidRPr="008A2825" w:rsidRDefault="006E3C50" w:rsidP="0086764C">
      <w:pPr>
        <w:widowControl w:val="0"/>
        <w:jc w:val="both"/>
        <w:rPr>
          <w:rFonts w:ascii="GHEA Grapalat" w:hAnsi="GHEA Grapalat" w:cs="GHEA Grapalat"/>
        </w:rPr>
      </w:pPr>
      <w:r w:rsidRPr="001A4EC4">
        <w:rPr>
          <w:rFonts w:ascii="GHEA Grapalat Cyr" w:hAnsi="GHEA Grapalat Cyr" w:cs="GHEA Grapalat Cyr"/>
        </w:rPr>
        <w:t xml:space="preserve">Запрос № 1 </w:t>
      </w:r>
    </w:p>
    <w:p w:rsidR="006E3C50" w:rsidRPr="004A4B89" w:rsidRDefault="006E3C50" w:rsidP="0086764C">
      <w:pPr>
        <w:widowControl w:val="0"/>
        <w:jc w:val="both"/>
        <w:rPr>
          <w:rFonts w:ascii="GHEA Grapalat" w:hAnsi="GHEA Grapalat" w:cs="GHEA Grapalat"/>
        </w:rPr>
      </w:pPr>
      <w:r w:rsidRPr="00604A2C">
        <w:rPr>
          <w:rFonts w:ascii="GHEA Grapalat Cyr" w:hAnsi="GHEA Grapalat Cyr" w:cs="GHEA Grapalat Cyr"/>
        </w:rPr>
        <w:t>Контракт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предусматривает</w:t>
      </w:r>
      <w:r w:rsidRPr="00604A2C">
        <w:rPr>
          <w:rFonts w:ascii="GHEA Grapalat" w:hAnsi="GHEA Grapalat" w:cs="GHEA Grapalat"/>
        </w:rPr>
        <w:t xml:space="preserve"> 5 </w:t>
      </w:r>
      <w:r w:rsidRPr="00604A2C">
        <w:rPr>
          <w:rFonts w:ascii="GHEA Grapalat Cyr" w:hAnsi="GHEA Grapalat Cyr" w:cs="GHEA Grapalat Cyr"/>
        </w:rPr>
        <w:t>рабочих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дней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на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поставку</w:t>
      </w:r>
      <w:r>
        <w:rPr>
          <w:rFonts w:ascii="GHEA Grapalat" w:hAnsi="GHEA Grapalat" w:cs="GHEA Grapalat"/>
        </w:rPr>
        <w:t>,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практически невозможно доставить заказ в чрезвычайно короткие, нереальные сроки, поэтому необходимо установить разумный срок поставки после размещения заказа, учитывая, что 15-20 дней необходимы для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импорта</w:t>
      </w:r>
      <w:r w:rsidRPr="00604A2C">
        <w:rPr>
          <w:rFonts w:ascii="GHEA Grapalat" w:hAnsi="GHEA Grapalat" w:cs="GHEA Grapalat"/>
        </w:rPr>
        <w:t xml:space="preserve">. </w:t>
      </w:r>
      <w:r w:rsidRPr="004A4B89">
        <w:rPr>
          <w:rFonts w:ascii="GHEA Grapalat" w:hAnsi="GHEA Grapalat" w:cs="GHEA Grapalat"/>
        </w:rPr>
        <w:t xml:space="preserve"> </w:t>
      </w:r>
    </w:p>
    <w:p w:rsidR="006E3C50" w:rsidRPr="004A4B89" w:rsidRDefault="006E3C50" w:rsidP="004541C3">
      <w:pPr>
        <w:widowControl w:val="0"/>
        <w:jc w:val="both"/>
        <w:rPr>
          <w:rFonts w:ascii="GHEA Grapalat" w:hAnsi="GHEA Grapalat" w:cs="GHEA Grapalat"/>
        </w:rPr>
      </w:pPr>
    </w:p>
    <w:p w:rsidR="006E3C50" w:rsidRPr="004541C3" w:rsidRDefault="006E3C50" w:rsidP="004541C3">
      <w:pPr>
        <w:widowControl w:val="0"/>
        <w:jc w:val="both"/>
        <w:rPr>
          <w:rFonts w:ascii="GHEA Grapalat Cyr" w:hAnsi="GHEA Grapalat Cyr" w:cs="GHEA Grapalat Cyr"/>
        </w:rPr>
      </w:pPr>
      <w:r w:rsidRPr="001A4EC4">
        <w:rPr>
          <w:rFonts w:ascii="GHEA Grapalat Cyr" w:hAnsi="GHEA Grapalat Cyr" w:cs="GHEA Grapalat Cyr"/>
        </w:rPr>
        <w:t>Разъяснение</w:t>
      </w:r>
      <w:r w:rsidRPr="004541C3">
        <w:rPr>
          <w:rFonts w:ascii="GHEA Grapalat Cyr" w:hAnsi="GHEA Grapalat Cyr" w:cs="GHEA Grapalat Cyr"/>
        </w:rPr>
        <w:t xml:space="preserve"> № 1 </w:t>
      </w:r>
    </w:p>
    <w:p w:rsidR="006E3C50" w:rsidRPr="00A5005B" w:rsidRDefault="006E3C50" w:rsidP="004541C3">
      <w:pPr>
        <w:widowControl w:val="0"/>
        <w:jc w:val="both"/>
        <w:rPr>
          <w:rFonts w:ascii="GHEA Grapalat" w:hAnsi="GHEA Grapalat" w:cs="GHEA Grapalat"/>
        </w:rPr>
      </w:pPr>
      <w:r w:rsidRPr="00604A2C">
        <w:rPr>
          <w:rFonts w:ascii="GHEA Grapalat Cyr" w:hAnsi="GHEA Grapalat Cyr" w:cs="GHEA Grapalat Cyr"/>
        </w:rPr>
        <w:t>Потребление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товаров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п</w:t>
      </w:r>
      <w:r w:rsidRPr="000D4419">
        <w:rPr>
          <w:rFonts w:ascii="GHEA Grapalat Cyr" w:hAnsi="GHEA Grapalat Cyr" w:cs="GHEA Grapalat Cyr"/>
        </w:rPr>
        <w:t>редусмотренные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приглашениям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практически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осуществляется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ежедневно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в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разных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количествах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и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размерах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в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зависимости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от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пациента</w:t>
      </w:r>
      <w:r w:rsidRPr="00604A2C">
        <w:rPr>
          <w:rFonts w:ascii="GHEA Grapalat" w:hAnsi="GHEA Grapalat" w:cs="GHEA Grapalat"/>
        </w:rPr>
        <w:t xml:space="preserve">, </w:t>
      </w:r>
      <w:r w:rsidRPr="00604A2C">
        <w:rPr>
          <w:rFonts w:ascii="GHEA Grapalat Cyr" w:hAnsi="GHEA Grapalat Cyr" w:cs="GHEA Grapalat Cyr"/>
        </w:rPr>
        <w:t>поэтому</w:t>
      </w:r>
      <w:r w:rsidRPr="00604A2C">
        <w:rPr>
          <w:rFonts w:ascii="GHEA Grapalat" w:hAnsi="GHEA Grapalat" w:cs="GHEA Grapalat"/>
        </w:rPr>
        <w:t xml:space="preserve">, </w:t>
      </w:r>
      <w:r w:rsidRPr="00604A2C">
        <w:rPr>
          <w:rFonts w:ascii="GHEA Grapalat Cyr" w:hAnsi="GHEA Grapalat Cyr" w:cs="GHEA Grapalat Cyr"/>
        </w:rPr>
        <w:t>пока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не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будет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потребления</w:t>
      </w:r>
      <w:r w:rsidRPr="00604A2C">
        <w:rPr>
          <w:rFonts w:ascii="GHEA Grapalat" w:hAnsi="GHEA Grapalat" w:cs="GHEA Grapalat"/>
        </w:rPr>
        <w:t xml:space="preserve">, </w:t>
      </w:r>
      <w:r w:rsidRPr="00604A2C">
        <w:rPr>
          <w:rFonts w:ascii="GHEA Grapalat Cyr" w:hAnsi="GHEA Grapalat Cyr" w:cs="GHEA Grapalat Cyr"/>
        </w:rPr>
        <w:t>Заказчик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не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может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спрогнозировать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спрос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на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необходимый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товар</w:t>
      </w:r>
      <w:r w:rsidRPr="00604A2C">
        <w:rPr>
          <w:rFonts w:ascii="GHEA Grapalat" w:hAnsi="GHEA Grapalat" w:cs="GHEA Grapalat"/>
        </w:rPr>
        <w:t xml:space="preserve">. </w:t>
      </w:r>
      <w:r w:rsidRPr="00604A2C">
        <w:rPr>
          <w:rFonts w:ascii="GHEA Grapalat Cyr" w:hAnsi="GHEA Grapalat Cyr" w:cs="GHEA Grapalat Cyr"/>
        </w:rPr>
        <w:t>При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этом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Заказчик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не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может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установить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сроки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доставки</w:t>
      </w:r>
      <w:r w:rsidRPr="00604A2C">
        <w:rPr>
          <w:rFonts w:ascii="GHEA Grapalat" w:hAnsi="GHEA Grapalat" w:cs="GHEA Grapalat"/>
        </w:rPr>
        <w:t xml:space="preserve">, </w:t>
      </w:r>
      <w:r w:rsidRPr="00604A2C">
        <w:rPr>
          <w:rFonts w:ascii="GHEA Grapalat Cyr" w:hAnsi="GHEA Grapalat Cyr" w:cs="GHEA Grapalat Cyr"/>
        </w:rPr>
        <w:t>в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которые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медицинский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центр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останется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без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товаров</w:t>
      </w:r>
      <w:r w:rsidRPr="00604A2C">
        <w:rPr>
          <w:rFonts w:ascii="GHEA Grapalat" w:hAnsi="GHEA Grapalat" w:cs="GHEA Grapalat"/>
        </w:rPr>
        <w:t xml:space="preserve">, </w:t>
      </w:r>
      <w:r w:rsidRPr="00604A2C">
        <w:rPr>
          <w:rFonts w:ascii="GHEA Grapalat Cyr" w:hAnsi="GHEA Grapalat Cyr" w:cs="GHEA Grapalat Cyr"/>
        </w:rPr>
        <w:t>что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может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привести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к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необратимым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последствиям</w:t>
      </w:r>
      <w:r w:rsidRPr="00604A2C">
        <w:rPr>
          <w:rFonts w:ascii="GHEA Grapalat" w:hAnsi="GHEA Grapalat" w:cs="GHEA Grapalat"/>
        </w:rPr>
        <w:t xml:space="preserve">. </w:t>
      </w:r>
      <w:r w:rsidRPr="00604A2C">
        <w:rPr>
          <w:rFonts w:ascii="GHEA Grapalat Cyr" w:hAnsi="GHEA Grapalat Cyr" w:cs="GHEA Grapalat Cyr"/>
        </w:rPr>
        <w:t>Кроме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того</w:t>
      </w:r>
      <w:r w:rsidRPr="00604A2C">
        <w:rPr>
          <w:rFonts w:ascii="GHEA Grapalat" w:hAnsi="GHEA Grapalat" w:cs="GHEA Grapalat"/>
        </w:rPr>
        <w:t xml:space="preserve">, </w:t>
      </w:r>
      <w:r w:rsidRPr="00604A2C">
        <w:rPr>
          <w:rFonts w:ascii="GHEA Grapalat Cyr" w:hAnsi="GHEA Grapalat Cyr" w:cs="GHEA Grapalat Cyr"/>
        </w:rPr>
        <w:t>если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для</w:t>
      </w:r>
      <w:r w:rsidRPr="00604A2C">
        <w:rPr>
          <w:rFonts w:ascii="GHEA Grapalat" w:hAnsi="GHEA Grapalat" w:cs="GHEA Grapalat"/>
        </w:rPr>
        <w:t xml:space="preserve"> </w:t>
      </w:r>
      <w:r w:rsidRPr="000D4419">
        <w:rPr>
          <w:rFonts w:ascii="GHEA Grapalat Cyr" w:hAnsi="GHEA Grapalat Cyr" w:cs="GHEA Grapalat Cyr"/>
        </w:rPr>
        <w:t>кого</w:t>
      </w:r>
      <w:r w:rsidRPr="000D4419">
        <w:rPr>
          <w:rFonts w:ascii="GHEA Grapalat" w:hAnsi="GHEA Grapalat" w:cs="GHEA Grapalat"/>
        </w:rPr>
        <w:t>-</w:t>
      </w:r>
      <w:r w:rsidRPr="000D4419">
        <w:rPr>
          <w:rFonts w:ascii="GHEA Grapalat Cyr" w:hAnsi="GHEA Grapalat Cyr" w:cs="GHEA Grapalat Cyr"/>
        </w:rPr>
        <w:t>то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этот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период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приемлем</w:t>
      </w:r>
      <w:r w:rsidRPr="00604A2C">
        <w:rPr>
          <w:rFonts w:ascii="GHEA Grapalat" w:hAnsi="GHEA Grapalat" w:cs="GHEA Grapalat"/>
        </w:rPr>
        <w:t xml:space="preserve">, </w:t>
      </w:r>
      <w:r w:rsidRPr="00604A2C">
        <w:rPr>
          <w:rFonts w:ascii="GHEA Grapalat Cyr" w:hAnsi="GHEA Grapalat Cyr" w:cs="GHEA Grapalat Cyr"/>
        </w:rPr>
        <w:t>как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отмечалось</w:t>
      </w:r>
      <w:r w:rsidRPr="00604A2C">
        <w:rPr>
          <w:rFonts w:ascii="GHEA Grapalat" w:hAnsi="GHEA Grapalat" w:cs="GHEA Grapalat"/>
        </w:rPr>
        <w:t xml:space="preserve">, 15-20 </w:t>
      </w:r>
      <w:r w:rsidRPr="00604A2C">
        <w:rPr>
          <w:rFonts w:ascii="GHEA Grapalat Cyr" w:hAnsi="GHEA Grapalat Cyr" w:cs="GHEA Grapalat Cyr"/>
        </w:rPr>
        <w:t>дней</w:t>
      </w:r>
      <w:r w:rsidRPr="00604A2C">
        <w:rPr>
          <w:rFonts w:ascii="GHEA Grapalat" w:hAnsi="GHEA Grapalat" w:cs="GHEA Grapalat"/>
        </w:rPr>
        <w:t xml:space="preserve">, </w:t>
      </w:r>
      <w:r w:rsidRPr="000D4419">
        <w:rPr>
          <w:rFonts w:ascii="GHEA Grapalat Cyr" w:hAnsi="GHEA Grapalat Cyr" w:cs="GHEA Grapalat Cyr"/>
        </w:rPr>
        <w:t xml:space="preserve">то </w:t>
      </w:r>
      <w:r w:rsidRPr="00604A2C">
        <w:rPr>
          <w:rFonts w:ascii="GHEA Grapalat Cyr" w:hAnsi="GHEA Grapalat Cyr" w:cs="GHEA Grapalat Cyr"/>
        </w:rPr>
        <w:t>для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другого</w:t>
      </w:r>
      <w:r w:rsidRPr="00604A2C">
        <w:rPr>
          <w:rFonts w:ascii="GHEA Grapalat" w:hAnsi="GHEA Grapalat" w:cs="GHEA Grapalat"/>
        </w:rPr>
        <w:t xml:space="preserve"> </w:t>
      </w:r>
      <w:r w:rsidRPr="000D4419">
        <w:rPr>
          <w:rFonts w:ascii="GHEA Grapalat Cyr" w:hAnsi="GHEA Grapalat Cyr" w:cs="GHEA Grapalat Cyr"/>
        </w:rPr>
        <w:t>это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может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составлять</w:t>
      </w:r>
      <w:r w:rsidRPr="00604A2C">
        <w:rPr>
          <w:rFonts w:ascii="GHEA Grapalat" w:hAnsi="GHEA Grapalat" w:cs="GHEA Grapalat"/>
        </w:rPr>
        <w:t xml:space="preserve">, </w:t>
      </w:r>
      <w:r w:rsidRPr="00604A2C">
        <w:rPr>
          <w:rFonts w:ascii="GHEA Grapalat Cyr" w:hAnsi="GHEA Grapalat Cyr" w:cs="GHEA Grapalat Cyr"/>
        </w:rPr>
        <w:t>например</w:t>
      </w:r>
      <w:r w:rsidRPr="000D4419">
        <w:rPr>
          <w:rFonts w:ascii="GHEA Grapalat" w:hAnsi="GHEA Grapalat" w:cs="GHEA Grapalat"/>
        </w:rPr>
        <w:t>:</w:t>
      </w:r>
      <w:r w:rsidRPr="00604A2C">
        <w:rPr>
          <w:rFonts w:ascii="GHEA Grapalat" w:hAnsi="GHEA Grapalat" w:cs="GHEA Grapalat"/>
        </w:rPr>
        <w:t xml:space="preserve"> 2-3 </w:t>
      </w:r>
      <w:r w:rsidRPr="00604A2C">
        <w:rPr>
          <w:rFonts w:ascii="GHEA Grapalat Cyr" w:hAnsi="GHEA Grapalat Cyr" w:cs="GHEA Grapalat Cyr"/>
        </w:rPr>
        <w:t>месяца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и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более</w:t>
      </w:r>
      <w:r w:rsidRPr="00604A2C">
        <w:rPr>
          <w:rFonts w:ascii="GHEA Grapalat" w:hAnsi="GHEA Grapalat" w:cs="GHEA Grapalat"/>
        </w:rPr>
        <w:t xml:space="preserve">. </w:t>
      </w:r>
      <w:r w:rsidRPr="00643774">
        <w:rPr>
          <w:rFonts w:ascii="GHEA Grapalat Cyr" w:hAnsi="GHEA Grapalat Cyr" w:cs="GHEA Grapalat Cyr"/>
        </w:rPr>
        <w:t xml:space="preserve">Сроки доставки </w:t>
      </w:r>
      <w:r w:rsidRPr="00604A2C">
        <w:rPr>
          <w:rFonts w:ascii="GHEA Grapalat Cyr" w:hAnsi="GHEA Grapalat Cyr" w:cs="GHEA Grapalat Cyr"/>
        </w:rPr>
        <w:t>не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мо</w:t>
      </w:r>
      <w:r w:rsidRPr="00643774">
        <w:rPr>
          <w:rFonts w:ascii="GHEA Grapalat Cyr" w:hAnsi="GHEA Grapalat Cyr" w:cs="GHEA Grapalat Cyr"/>
        </w:rPr>
        <w:t>гут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быть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определен</w:t>
      </w:r>
      <w:r w:rsidRPr="00643774">
        <w:rPr>
          <w:rFonts w:ascii="GHEA Grapalat Cyr" w:hAnsi="GHEA Grapalat Cyr" w:cs="GHEA Grapalat Cyr"/>
        </w:rPr>
        <w:t>ы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исходя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из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удобства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возможного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поставщика</w:t>
      </w:r>
      <w:r w:rsidRPr="00604A2C">
        <w:rPr>
          <w:rFonts w:ascii="GHEA Grapalat" w:hAnsi="GHEA Grapalat" w:cs="GHEA Grapalat"/>
        </w:rPr>
        <w:t xml:space="preserve">, </w:t>
      </w:r>
      <w:r w:rsidRPr="00643774">
        <w:rPr>
          <w:rFonts w:ascii="GHEA Grapalat Cyr" w:hAnsi="GHEA Grapalat Cyr" w:cs="GHEA Grapalat Cyr"/>
        </w:rPr>
        <w:t>это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определяется</w:t>
      </w:r>
      <w:r w:rsidRPr="00604A2C">
        <w:rPr>
          <w:rFonts w:ascii="GHEA Grapalat" w:hAnsi="GHEA Grapalat" w:cs="GHEA Grapalat"/>
        </w:rPr>
        <w:t xml:space="preserve"> </w:t>
      </w:r>
      <w:r w:rsidRPr="00643774">
        <w:rPr>
          <w:rFonts w:ascii="GHEA Grapalat Cyr" w:hAnsi="GHEA Grapalat Cyr" w:cs="GHEA Grapalat Cyr"/>
        </w:rPr>
        <w:t>исходя из нужд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Заказчика</w:t>
      </w:r>
      <w:r w:rsidRPr="00643774">
        <w:rPr>
          <w:rFonts w:ascii="GHEA Grapalat" w:hAnsi="GHEA Grapalat" w:cs="GHEA Grapalat"/>
        </w:rPr>
        <w:t xml:space="preserve">: </w:t>
      </w:r>
      <w:r>
        <w:rPr>
          <w:rFonts w:ascii="GHEA Grapalat Cyr" w:hAnsi="GHEA Grapalat Cyr" w:cs="GHEA Grapalat Cyr"/>
        </w:rPr>
        <w:t>соответств</w:t>
      </w:r>
      <w:r w:rsidRPr="00643774">
        <w:rPr>
          <w:rFonts w:ascii="GHEA Grapalat Cyr" w:hAnsi="GHEA Grapalat Cyr" w:cs="GHEA Grapalat Cyr"/>
        </w:rPr>
        <w:t xml:space="preserve">енно </w:t>
      </w:r>
      <w:r>
        <w:rPr>
          <w:rFonts w:ascii="GHEA Grapalat Cyr" w:hAnsi="GHEA Grapalat Cyr" w:cs="GHEA Grapalat Cyr"/>
        </w:rPr>
        <w:t>неоходимост</w:t>
      </w:r>
      <w:r w:rsidRPr="00643774">
        <w:rPr>
          <w:rFonts w:ascii="GHEA Grapalat Cyr" w:hAnsi="GHEA Grapalat Cyr" w:cs="GHEA Grapalat Cyr"/>
        </w:rPr>
        <w:t>и</w:t>
      </w:r>
      <w:r w:rsidRPr="00604A2C">
        <w:rPr>
          <w:rFonts w:ascii="GHEA Grapalat" w:hAnsi="GHEA Grapalat" w:cs="GHEA Grapalat"/>
        </w:rPr>
        <w:t xml:space="preserve"> </w:t>
      </w:r>
      <w:r w:rsidRPr="00643774">
        <w:rPr>
          <w:rFonts w:ascii="GHEA Grapalat Cyr" w:hAnsi="GHEA Grapalat Cyr" w:cs="GHEA Grapalat Cyr"/>
        </w:rPr>
        <w:t>товара</w:t>
      </w:r>
      <w:r w:rsidRPr="00604A2C">
        <w:rPr>
          <w:rFonts w:ascii="GHEA Grapalat" w:hAnsi="GHEA Grapalat" w:cs="GHEA Grapalat"/>
        </w:rPr>
        <w:t xml:space="preserve">. </w:t>
      </w:r>
      <w:r w:rsidRPr="00604A2C">
        <w:rPr>
          <w:rFonts w:ascii="GHEA Grapalat Cyr" w:hAnsi="GHEA Grapalat Cyr" w:cs="GHEA Grapalat Cyr"/>
        </w:rPr>
        <w:t>При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этом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импортирование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за</w:t>
      </w:r>
      <w:r w:rsidRPr="00604A2C">
        <w:rPr>
          <w:rFonts w:ascii="GHEA Grapalat" w:hAnsi="GHEA Grapalat" w:cs="GHEA Grapalat"/>
        </w:rPr>
        <w:t xml:space="preserve"> 5 </w:t>
      </w:r>
      <w:r w:rsidRPr="00604A2C">
        <w:rPr>
          <w:rFonts w:ascii="GHEA Grapalat Cyr" w:hAnsi="GHEA Grapalat Cyr" w:cs="GHEA Grapalat Cyr"/>
        </w:rPr>
        <w:t>рабочих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дней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вполне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реально</w:t>
      </w:r>
      <w:r w:rsidRPr="00604A2C">
        <w:rPr>
          <w:rFonts w:ascii="GHEA Grapalat" w:hAnsi="GHEA Grapalat" w:cs="GHEA Grapalat"/>
        </w:rPr>
        <w:t xml:space="preserve">, </w:t>
      </w:r>
      <w:r w:rsidRPr="00643774">
        <w:rPr>
          <w:rFonts w:ascii="GHEA Grapalat Cyr" w:hAnsi="GHEA Grapalat Cyr" w:cs="GHEA Grapalat Cyr"/>
        </w:rPr>
        <w:t>на</w:t>
      </w:r>
      <w:r w:rsidRPr="00604A2C">
        <w:rPr>
          <w:rFonts w:ascii="GHEA Grapalat Cyr" w:hAnsi="GHEA Grapalat Cyr" w:cs="GHEA Grapalat Cyr"/>
        </w:rPr>
        <w:t>пример</w:t>
      </w:r>
      <w:r w:rsidRPr="00604A2C">
        <w:rPr>
          <w:rFonts w:ascii="GHEA Grapalat" w:hAnsi="GHEA Grapalat" w:cs="GHEA Grapalat"/>
        </w:rPr>
        <w:t xml:space="preserve"> </w:t>
      </w:r>
      <w:r>
        <w:rPr>
          <w:rFonts w:ascii="GHEA Grapalat" w:hAnsi="GHEA Grapalat" w:cs="GHEA Grapalat"/>
        </w:rPr>
        <w:t>–</w:t>
      </w:r>
      <w:r w:rsidRPr="00604A2C">
        <w:rPr>
          <w:rFonts w:ascii="GHEA Grapalat" w:hAnsi="GHEA Grapalat" w:cs="GHEA Grapalat"/>
        </w:rPr>
        <w:t xml:space="preserve"> </w:t>
      </w:r>
      <w:r w:rsidRPr="00643774">
        <w:rPr>
          <w:rFonts w:ascii="GHEA Grapalat Cyr" w:hAnsi="GHEA Grapalat Cyr" w:cs="GHEA Grapalat Cyr"/>
        </w:rPr>
        <w:t xml:space="preserve">с помошу </w:t>
      </w:r>
      <w:r w:rsidRPr="00604A2C">
        <w:rPr>
          <w:rFonts w:ascii="GHEA Grapalat Cyr" w:hAnsi="GHEA Grapalat Cyr" w:cs="GHEA Grapalat Cyr"/>
        </w:rPr>
        <w:t>скорост</w:t>
      </w:r>
      <w:r w:rsidRPr="00643774">
        <w:rPr>
          <w:rFonts w:ascii="GHEA Grapalat Cyr" w:hAnsi="GHEA Grapalat Cyr" w:cs="GHEA Grapalat Cyr"/>
        </w:rPr>
        <w:t>ых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авиа</w:t>
      </w:r>
      <w:r w:rsidRPr="00643774">
        <w:rPr>
          <w:rFonts w:ascii="GHEA Grapalat Cyr" w:hAnsi="GHEA Grapalat Cyr" w:cs="GHEA Grapalat Cyr"/>
        </w:rPr>
        <w:t>перевозок</w:t>
      </w:r>
      <w:r w:rsidRPr="00604A2C">
        <w:rPr>
          <w:rFonts w:ascii="GHEA Grapalat" w:hAnsi="GHEA Grapalat" w:cs="GHEA Grapalat"/>
        </w:rPr>
        <w:t xml:space="preserve">. </w:t>
      </w:r>
      <w:r w:rsidRPr="00604A2C">
        <w:rPr>
          <w:rFonts w:ascii="GHEA Grapalat Cyr" w:hAnsi="GHEA Grapalat Cyr" w:cs="GHEA Grapalat Cyr"/>
        </w:rPr>
        <w:t>Таким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образом</w:t>
      </w:r>
      <w:r w:rsidRPr="00604A2C">
        <w:rPr>
          <w:rFonts w:ascii="GHEA Grapalat" w:hAnsi="GHEA Grapalat" w:cs="GHEA Grapalat"/>
        </w:rPr>
        <w:t xml:space="preserve">, </w:t>
      </w:r>
      <w:r w:rsidRPr="00604A2C">
        <w:rPr>
          <w:rFonts w:ascii="GHEA Grapalat Cyr" w:hAnsi="GHEA Grapalat Cyr" w:cs="GHEA Grapalat Cyr"/>
        </w:rPr>
        <w:t>установка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неоправданно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длительных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сроков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доставки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для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Заказчика</w:t>
      </w:r>
      <w:r w:rsidRPr="00604A2C">
        <w:rPr>
          <w:rFonts w:ascii="GHEA Grapalat" w:hAnsi="GHEA Grapalat" w:cs="GHEA Grapalat"/>
        </w:rPr>
        <w:t xml:space="preserve"> </w:t>
      </w:r>
      <w:r w:rsidRPr="00604A2C">
        <w:rPr>
          <w:rFonts w:ascii="GHEA Grapalat Cyr" w:hAnsi="GHEA Grapalat Cyr" w:cs="GHEA Grapalat Cyr"/>
        </w:rPr>
        <w:t>неприемлема</w:t>
      </w:r>
      <w:r w:rsidRPr="00604A2C">
        <w:rPr>
          <w:rFonts w:ascii="GHEA Grapalat" w:hAnsi="GHEA Grapalat" w:cs="GHEA Grapalat"/>
        </w:rPr>
        <w:t>.</w:t>
      </w:r>
    </w:p>
    <w:p w:rsidR="006E3C50" w:rsidRPr="00985253" w:rsidRDefault="006E3C50" w:rsidP="005D7934">
      <w:pPr>
        <w:widowControl w:val="0"/>
        <w:jc w:val="both"/>
        <w:rPr>
          <w:rFonts w:ascii="GHEA Grapalat" w:hAnsi="GHEA Grapalat" w:cs="GHEA Grapalat"/>
        </w:rPr>
      </w:pPr>
    </w:p>
    <w:p w:rsidR="006E3C50" w:rsidRPr="004541C3" w:rsidRDefault="006E3C50" w:rsidP="004541C3">
      <w:pPr>
        <w:widowControl w:val="0"/>
        <w:jc w:val="both"/>
        <w:rPr>
          <w:rFonts w:ascii="GHEA Grapalat" w:hAnsi="GHEA Grapalat" w:cs="GHEA Grapalat"/>
          <w:spacing w:val="4"/>
        </w:rPr>
      </w:pPr>
    </w:p>
    <w:p w:rsidR="006E3C50" w:rsidRDefault="006E3C50" w:rsidP="00643774">
      <w:pPr>
        <w:widowControl w:val="0"/>
        <w:ind w:firstLine="708"/>
        <w:jc w:val="both"/>
        <w:rPr>
          <w:rFonts w:ascii="GHEA Grapalat" w:hAnsi="GHEA Grapalat" w:cs="GHEA Grapalat"/>
          <w:lang w:val="en-US"/>
        </w:rPr>
      </w:pPr>
      <w:r w:rsidRPr="004541C3">
        <w:rPr>
          <w:rFonts w:ascii="GHEA Grapalat Cyr" w:hAnsi="GHEA Grapalat Cyr" w:cs="GHEA Grapalat Cyr"/>
        </w:rPr>
        <w:t xml:space="preserve">Для получения дополнительной информации, связанной с настоящим объявлением, можно обратиться к секретарю Оценочной комиссии </w:t>
      </w:r>
      <w:r w:rsidRPr="00CA425A">
        <w:rPr>
          <w:rFonts w:ascii="GHEA Grapalat Cyr" w:hAnsi="GHEA Grapalat Cyr" w:cs="GHEA Grapalat Cyr"/>
        </w:rPr>
        <w:t>К.</w:t>
      </w:r>
      <w:r w:rsidRPr="00CA425A">
        <w:rPr>
          <w:rFonts w:ascii="GHEA Grapalat" w:hAnsi="GHEA Grapalat" w:cs="GHEA Grapalat"/>
        </w:rPr>
        <w:t xml:space="preserve"> </w:t>
      </w:r>
      <w:r w:rsidRPr="00CA425A">
        <w:rPr>
          <w:rFonts w:ascii="GHEA Grapalat Cyr" w:hAnsi="GHEA Grapalat Cyr" w:cs="GHEA Grapalat Cyr"/>
        </w:rPr>
        <w:t xml:space="preserve">Драмбяну </w:t>
      </w:r>
      <w:r w:rsidRPr="001A4EC4">
        <w:rPr>
          <w:rFonts w:ascii="GHEA Grapalat Cyr" w:hAnsi="GHEA Grapalat Cyr" w:cs="GHEA Grapalat Cyr"/>
        </w:rPr>
        <w:t xml:space="preserve"> по</w:t>
      </w:r>
      <w:r>
        <w:rPr>
          <w:rFonts w:ascii="GHEA Grapalat Cyr" w:hAnsi="GHEA Grapalat Cyr" w:cs="GHEA Grapalat Cyr"/>
        </w:rPr>
        <w:t>д</w:t>
      </w:r>
      <w:r w:rsidRPr="001A4EC4">
        <w:rPr>
          <w:rFonts w:ascii="GHEA Grapalat Cyr" w:hAnsi="GHEA Grapalat Cyr" w:cs="GHEA Grapalat Cyr"/>
        </w:rPr>
        <w:t xml:space="preserve"> код</w:t>
      </w:r>
      <w:r>
        <w:rPr>
          <w:rFonts w:ascii="GHEA Grapalat Cyr" w:hAnsi="GHEA Grapalat Cyr" w:cs="GHEA Grapalat Cyr"/>
        </w:rPr>
        <w:t>ом</w:t>
      </w:r>
      <w:r w:rsidRPr="001A4EC4">
        <w:rPr>
          <w:rFonts w:ascii="GHEA Grapalat" w:hAnsi="GHEA Grapalat" w:cs="GHEA Grapalat"/>
        </w:rPr>
        <w:t xml:space="preserve"> </w:t>
      </w:r>
      <w:r>
        <w:rPr>
          <w:rFonts w:ascii="GHEA Grapalat Cyr" w:hAnsi="GHEA Grapalat Cyr" w:cs="GHEA Grapalat Cyr"/>
        </w:rPr>
        <w:t>НММЦ-ОКПТ-21/</w:t>
      </w:r>
      <w:r w:rsidRPr="002B1F4D">
        <w:rPr>
          <w:rFonts w:ascii="GHEA Grapalat" w:hAnsi="GHEA Grapalat" w:cs="GHEA Grapalat"/>
        </w:rPr>
        <w:t>46</w:t>
      </w:r>
      <w:r w:rsidRPr="004541C3">
        <w:rPr>
          <w:rFonts w:ascii="GHEA Grapalat" w:hAnsi="GHEA Grapalat" w:cs="GHEA Grapalat"/>
        </w:rPr>
        <w:t>.</w:t>
      </w:r>
    </w:p>
    <w:p w:rsidR="006E3C50" w:rsidRDefault="006E3C50" w:rsidP="000D4419">
      <w:pPr>
        <w:widowControl w:val="0"/>
        <w:jc w:val="both"/>
        <w:rPr>
          <w:rFonts w:ascii="GHEA Grapalat" w:hAnsi="GHEA Grapalat" w:cs="GHEA Grapalat"/>
          <w:lang w:val="en-US"/>
        </w:rPr>
      </w:pPr>
    </w:p>
    <w:p w:rsidR="006E3C50" w:rsidRPr="000D4419" w:rsidRDefault="006E3C50" w:rsidP="000D4419">
      <w:pPr>
        <w:widowControl w:val="0"/>
        <w:jc w:val="both"/>
        <w:rPr>
          <w:rFonts w:ascii="GHEA Grapalat" w:hAnsi="GHEA Grapalat" w:cs="GHEA Grapalat"/>
          <w:lang w:val="en-US"/>
        </w:rPr>
      </w:pPr>
    </w:p>
    <w:p w:rsidR="006E3C50" w:rsidRPr="001A4EC4" w:rsidRDefault="006E3C50" w:rsidP="000D4419">
      <w:pPr>
        <w:widowControl w:val="0"/>
        <w:jc w:val="both"/>
        <w:rPr>
          <w:rFonts w:ascii="GHEA Grapalat" w:hAnsi="GHEA Grapalat" w:cs="GHEA Grapalat"/>
        </w:rPr>
      </w:pPr>
      <w:r w:rsidRPr="001A4EC4">
        <w:rPr>
          <w:rFonts w:ascii="GHEA Grapalat Cyr" w:hAnsi="GHEA Grapalat Cyr" w:cs="GHEA Grapalat Cyr"/>
        </w:rPr>
        <w:t xml:space="preserve">Телефон: </w:t>
      </w:r>
      <w:r w:rsidRPr="0086764C">
        <w:rPr>
          <w:rFonts w:ascii="GHEA Grapalat" w:hAnsi="GHEA Grapalat" w:cs="GHEA Grapalat"/>
        </w:rPr>
        <w:t>010-650-560</w:t>
      </w:r>
      <w:r w:rsidRPr="001A4EC4">
        <w:rPr>
          <w:rFonts w:ascii="GHEA Grapalat" w:hAnsi="GHEA Grapalat" w:cs="GHEA Grapalat"/>
        </w:rPr>
        <w:t>.</w:t>
      </w:r>
    </w:p>
    <w:p w:rsidR="006E3C50" w:rsidRPr="001A4EC4" w:rsidRDefault="006E3C50" w:rsidP="000D4419">
      <w:pPr>
        <w:widowControl w:val="0"/>
        <w:jc w:val="both"/>
        <w:rPr>
          <w:rFonts w:ascii="GHEA Grapalat" w:hAnsi="GHEA Grapalat" w:cs="GHEA Grapalat"/>
        </w:rPr>
      </w:pPr>
      <w:r w:rsidRPr="001A4EC4">
        <w:rPr>
          <w:rFonts w:ascii="GHEA Grapalat Cyr" w:hAnsi="GHEA Grapalat Cyr" w:cs="GHEA Grapalat Cyr"/>
        </w:rPr>
        <w:t xml:space="preserve">Электронная почта: </w:t>
      </w:r>
      <w:r w:rsidRPr="0086764C">
        <w:rPr>
          <w:rFonts w:ascii="GHEA Grapalat" w:hAnsi="GHEA Grapalat" w:cs="GHEA Grapalat"/>
        </w:rPr>
        <w:t>norq-marash-gnumner@mail.ru</w:t>
      </w:r>
      <w:r w:rsidRPr="001A4EC4">
        <w:rPr>
          <w:rFonts w:ascii="GHEA Grapalat" w:hAnsi="GHEA Grapalat" w:cs="GHEA Grapalat"/>
        </w:rPr>
        <w:t>.</w:t>
      </w:r>
    </w:p>
    <w:p w:rsidR="006E3C50" w:rsidRPr="000D4419" w:rsidRDefault="006E3C50" w:rsidP="00D01363">
      <w:pPr>
        <w:widowControl w:val="0"/>
        <w:jc w:val="both"/>
        <w:rPr>
          <w:rFonts w:ascii="GHEA Grapalat" w:hAnsi="GHEA Grapalat" w:cs="GHEA Grapalat"/>
        </w:rPr>
      </w:pPr>
      <w:r w:rsidRPr="001A4EC4">
        <w:rPr>
          <w:rFonts w:ascii="GHEA Grapalat Cyr" w:hAnsi="GHEA Grapalat Cyr" w:cs="GHEA Grapalat Cyr"/>
        </w:rPr>
        <w:t>Оценочная комиссия процедуры закупки по</w:t>
      </w:r>
      <w:r>
        <w:rPr>
          <w:rFonts w:ascii="GHEA Grapalat Cyr" w:hAnsi="GHEA Grapalat Cyr" w:cs="GHEA Grapalat Cyr"/>
        </w:rPr>
        <w:t>д</w:t>
      </w:r>
      <w:r w:rsidRPr="001A4EC4">
        <w:rPr>
          <w:rFonts w:ascii="GHEA Grapalat Cyr" w:hAnsi="GHEA Grapalat Cyr" w:cs="GHEA Grapalat Cyr"/>
        </w:rPr>
        <w:t xml:space="preserve"> код</w:t>
      </w:r>
      <w:r>
        <w:rPr>
          <w:rFonts w:ascii="GHEA Grapalat Cyr" w:hAnsi="GHEA Grapalat Cyr" w:cs="GHEA Grapalat Cyr"/>
        </w:rPr>
        <w:t>ом</w:t>
      </w:r>
      <w:r w:rsidRPr="000D4419">
        <w:rPr>
          <w:rFonts w:ascii="GHEA Grapalat" w:hAnsi="GHEA Grapalat" w:cs="GHEA Grapalat"/>
        </w:rPr>
        <w:t xml:space="preserve"> </w:t>
      </w:r>
      <w:r w:rsidRPr="000D4419">
        <w:rPr>
          <w:rFonts w:ascii="GHEA Grapalat Cyr" w:hAnsi="GHEA Grapalat Cyr" w:cs="GHEA Grapalat Cyr"/>
        </w:rPr>
        <w:t>НММЦ-ОКПТ-21/</w:t>
      </w:r>
      <w:r w:rsidRPr="000D4419">
        <w:rPr>
          <w:rFonts w:ascii="GHEA Grapalat" w:hAnsi="GHEA Grapalat" w:cs="GHEA Grapalat"/>
        </w:rPr>
        <w:t>46</w:t>
      </w:r>
    </w:p>
    <w:p w:rsidR="006E3C50" w:rsidRDefault="006E3C50" w:rsidP="008A2825">
      <w:pPr>
        <w:rPr>
          <w:rFonts w:ascii="GHEA Grapalat" w:hAnsi="GHEA Grapalat" w:cs="GHEA Grapalat"/>
        </w:rPr>
      </w:pPr>
    </w:p>
    <w:sectPr w:rsidR="006E3C50" w:rsidSect="00604A2C">
      <w:footerReference w:type="default" r:id="rId7"/>
      <w:pgSz w:w="11906" w:h="16838" w:code="9"/>
      <w:pgMar w:top="71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C50" w:rsidRDefault="006E3C50">
      <w:r>
        <w:separator/>
      </w:r>
    </w:p>
  </w:endnote>
  <w:endnote w:type="continuationSeparator" w:id="1">
    <w:p w:rsidR="006E3C50" w:rsidRDefault="006E3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Grapalat Cyr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C50" w:rsidRPr="00767EF2" w:rsidRDefault="006E3C50">
    <w:pPr>
      <w:pStyle w:val="Footer"/>
      <w:jc w:val="center"/>
      <w:rPr>
        <w:rFonts w:ascii="GHEA Grapalat" w:hAnsi="GHEA Grapalat" w:cs="GHEA Grapalat"/>
        <w:sz w:val="24"/>
        <w:szCs w:val="24"/>
      </w:rPr>
    </w:pPr>
    <w:r w:rsidRPr="00767EF2">
      <w:rPr>
        <w:rFonts w:ascii="GHEA Grapalat" w:hAnsi="GHEA Grapalat" w:cs="GHEA Grapalat"/>
        <w:sz w:val="24"/>
        <w:szCs w:val="24"/>
      </w:rPr>
      <w:fldChar w:fldCharType="begin"/>
    </w:r>
    <w:r w:rsidRPr="00767EF2">
      <w:rPr>
        <w:rFonts w:ascii="GHEA Grapalat" w:hAnsi="GHEA Grapalat" w:cs="GHEA Grapalat"/>
        <w:sz w:val="24"/>
        <w:szCs w:val="24"/>
      </w:rPr>
      <w:instrText xml:space="preserve"> PAGE   \* MERGEFORMAT </w:instrText>
    </w:r>
    <w:r w:rsidRPr="00767EF2">
      <w:rPr>
        <w:rFonts w:ascii="GHEA Grapalat" w:hAnsi="GHEA Grapalat" w:cs="GHEA Grapalat"/>
        <w:sz w:val="24"/>
        <w:szCs w:val="24"/>
      </w:rPr>
      <w:fldChar w:fldCharType="separate"/>
    </w:r>
    <w:r>
      <w:rPr>
        <w:rFonts w:ascii="GHEA Grapalat" w:hAnsi="GHEA Grapalat" w:cs="GHEA Grapalat"/>
        <w:noProof/>
        <w:sz w:val="24"/>
        <w:szCs w:val="24"/>
      </w:rPr>
      <w:t>2</w:t>
    </w:r>
    <w:r w:rsidRPr="00767EF2">
      <w:rPr>
        <w:rFonts w:ascii="GHEA Grapalat" w:hAnsi="GHEA Grapalat" w:cs="GHEA Grapalat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C50" w:rsidRDefault="006E3C50">
      <w:r>
        <w:separator/>
      </w:r>
    </w:p>
  </w:footnote>
  <w:footnote w:type="continuationSeparator" w:id="1">
    <w:p w:rsidR="006E3C50" w:rsidRDefault="006E3C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bCs/>
        <w:sz w:val="16"/>
        <w:szCs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bCs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bCs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bCs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bCs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bCs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bCs/>
        <w:sz w:val="16"/>
        <w:szCs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cs="Century Schoolbook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cs="Century Schoolbook" w:hint="default"/>
        <w:b/>
        <w:bCs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cs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cs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21"/>
    <w:rsid w:val="00025EFB"/>
    <w:rsid w:val="0003635A"/>
    <w:rsid w:val="0004365B"/>
    <w:rsid w:val="00047D34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D4419"/>
    <w:rsid w:val="000F4547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B1F4D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54E79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25211"/>
    <w:rsid w:val="004317F3"/>
    <w:rsid w:val="0043269D"/>
    <w:rsid w:val="00441E90"/>
    <w:rsid w:val="004541C3"/>
    <w:rsid w:val="00454284"/>
    <w:rsid w:val="004614C2"/>
    <w:rsid w:val="00467A9D"/>
    <w:rsid w:val="00473936"/>
    <w:rsid w:val="004755CC"/>
    <w:rsid w:val="00480FFF"/>
    <w:rsid w:val="00486700"/>
    <w:rsid w:val="004945B6"/>
    <w:rsid w:val="004A0803"/>
    <w:rsid w:val="004A1CDD"/>
    <w:rsid w:val="004A4B89"/>
    <w:rsid w:val="004A5723"/>
    <w:rsid w:val="004B08BC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D7934"/>
    <w:rsid w:val="005E28E2"/>
    <w:rsid w:val="005E2E2B"/>
    <w:rsid w:val="005E2F58"/>
    <w:rsid w:val="005F254D"/>
    <w:rsid w:val="005F50FC"/>
    <w:rsid w:val="00604A2C"/>
    <w:rsid w:val="00604B60"/>
    <w:rsid w:val="00613058"/>
    <w:rsid w:val="00622A3A"/>
    <w:rsid w:val="00625505"/>
    <w:rsid w:val="0064019E"/>
    <w:rsid w:val="006425EF"/>
    <w:rsid w:val="00643774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94DAD"/>
    <w:rsid w:val="006A7325"/>
    <w:rsid w:val="006B7B4E"/>
    <w:rsid w:val="006E369C"/>
    <w:rsid w:val="006E3C50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50E6"/>
    <w:rsid w:val="00747E6B"/>
    <w:rsid w:val="007513A1"/>
    <w:rsid w:val="0075655D"/>
    <w:rsid w:val="00760AA2"/>
    <w:rsid w:val="00765F01"/>
    <w:rsid w:val="00767EF2"/>
    <w:rsid w:val="007A44B1"/>
    <w:rsid w:val="007A4B84"/>
    <w:rsid w:val="007A675D"/>
    <w:rsid w:val="007A795B"/>
    <w:rsid w:val="007B6C31"/>
    <w:rsid w:val="007C3B03"/>
    <w:rsid w:val="007C7163"/>
    <w:rsid w:val="00805D1B"/>
    <w:rsid w:val="008123AD"/>
    <w:rsid w:val="00823294"/>
    <w:rsid w:val="0085228E"/>
    <w:rsid w:val="0086764C"/>
    <w:rsid w:val="00874380"/>
    <w:rsid w:val="00890A14"/>
    <w:rsid w:val="00891CC9"/>
    <w:rsid w:val="00894E35"/>
    <w:rsid w:val="00896409"/>
    <w:rsid w:val="008A2825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1F37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5253"/>
    <w:rsid w:val="009870C4"/>
    <w:rsid w:val="0099697A"/>
    <w:rsid w:val="009A5807"/>
    <w:rsid w:val="009B63BC"/>
    <w:rsid w:val="009B647A"/>
    <w:rsid w:val="009B75F2"/>
    <w:rsid w:val="009C6C25"/>
    <w:rsid w:val="009D3A60"/>
    <w:rsid w:val="009E2D71"/>
    <w:rsid w:val="009E5F93"/>
    <w:rsid w:val="009F30A1"/>
    <w:rsid w:val="009F5D08"/>
    <w:rsid w:val="00A03098"/>
    <w:rsid w:val="00A24E73"/>
    <w:rsid w:val="00A30C0F"/>
    <w:rsid w:val="00A36B72"/>
    <w:rsid w:val="00A433DD"/>
    <w:rsid w:val="00A43F0E"/>
    <w:rsid w:val="00A5005B"/>
    <w:rsid w:val="00A627A1"/>
    <w:rsid w:val="00A70700"/>
    <w:rsid w:val="00A7446E"/>
    <w:rsid w:val="00AA698E"/>
    <w:rsid w:val="00AB1F7F"/>
    <w:rsid w:val="00AB2D08"/>
    <w:rsid w:val="00AC0306"/>
    <w:rsid w:val="00AD5F58"/>
    <w:rsid w:val="00AE7C17"/>
    <w:rsid w:val="00AF498B"/>
    <w:rsid w:val="00B06F5C"/>
    <w:rsid w:val="00B10495"/>
    <w:rsid w:val="00B132F9"/>
    <w:rsid w:val="00B16C9D"/>
    <w:rsid w:val="00B21464"/>
    <w:rsid w:val="00B21822"/>
    <w:rsid w:val="00B319C4"/>
    <w:rsid w:val="00B34A30"/>
    <w:rsid w:val="00B45438"/>
    <w:rsid w:val="00B5440A"/>
    <w:rsid w:val="00B5525A"/>
    <w:rsid w:val="00B67AF5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47749"/>
    <w:rsid w:val="00C51538"/>
    <w:rsid w:val="00C51C0D"/>
    <w:rsid w:val="00C54035"/>
    <w:rsid w:val="00C56677"/>
    <w:rsid w:val="00C6577B"/>
    <w:rsid w:val="00C75649"/>
    <w:rsid w:val="00C8690C"/>
    <w:rsid w:val="00C90538"/>
    <w:rsid w:val="00C926B7"/>
    <w:rsid w:val="00CA0F11"/>
    <w:rsid w:val="00CA425A"/>
    <w:rsid w:val="00CA6069"/>
    <w:rsid w:val="00CA61DE"/>
    <w:rsid w:val="00CB7820"/>
    <w:rsid w:val="00CD6DD7"/>
    <w:rsid w:val="00CD721B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3DB9"/>
    <w:rsid w:val="00D14CB5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572A2"/>
    <w:rsid w:val="00D63146"/>
    <w:rsid w:val="00D64FDA"/>
    <w:rsid w:val="00D660D3"/>
    <w:rsid w:val="00D673FC"/>
    <w:rsid w:val="00D679FA"/>
    <w:rsid w:val="00D810D7"/>
    <w:rsid w:val="00D827E9"/>
    <w:rsid w:val="00D83E21"/>
    <w:rsid w:val="00D84893"/>
    <w:rsid w:val="00D92B38"/>
    <w:rsid w:val="00D92FBE"/>
    <w:rsid w:val="00D94488"/>
    <w:rsid w:val="00DA2211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0AC1"/>
    <w:rsid w:val="00E476D2"/>
    <w:rsid w:val="00E5530C"/>
    <w:rsid w:val="00E55F33"/>
    <w:rsid w:val="00E574FD"/>
    <w:rsid w:val="00E57E00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C56D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84E5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 w:cs="Times Armeni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7BAF"/>
    <w:pPr>
      <w:keepNext/>
      <w:jc w:val="center"/>
      <w:outlineLvl w:val="0"/>
    </w:pPr>
    <w:rPr>
      <w:rFonts w:ascii="Arial Armenian" w:hAnsi="Arial Armenian" w:cs="Arial Armeni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7BAF"/>
    <w:pPr>
      <w:keepNext/>
      <w:jc w:val="both"/>
      <w:outlineLvl w:val="1"/>
    </w:pPr>
    <w:rPr>
      <w:rFonts w:ascii="Arial LatArm" w:hAnsi="Arial LatArm" w:cs="Arial LatArm"/>
      <w:b/>
      <w:bCs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7BAF"/>
    <w:pPr>
      <w:keepNext/>
      <w:ind w:firstLine="720"/>
      <w:jc w:val="center"/>
      <w:outlineLvl w:val="2"/>
    </w:pPr>
    <w:rPr>
      <w:rFonts w:ascii="Times LatArm" w:hAnsi="Times LatArm" w:cs="Times LatArm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7BAF"/>
    <w:pPr>
      <w:keepNext/>
      <w:outlineLvl w:val="3"/>
    </w:pPr>
    <w:rPr>
      <w:rFonts w:ascii="Arial LatArm" w:hAnsi="Arial LatArm" w:cs="Arial LatArm"/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97BAF"/>
    <w:pPr>
      <w:keepNext/>
      <w:jc w:val="center"/>
      <w:outlineLvl w:val="4"/>
    </w:pPr>
    <w:rPr>
      <w:rFonts w:ascii="Arial LatArm" w:hAnsi="Arial LatArm" w:cs="Arial LatArm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97BAF"/>
    <w:pPr>
      <w:keepNext/>
      <w:outlineLvl w:val="5"/>
    </w:pPr>
    <w:rPr>
      <w:rFonts w:ascii="Arial LatArm" w:hAnsi="Arial LatArm" w:cs="Arial LatArm"/>
      <w:b/>
      <w:bCs/>
      <w:color w:val="00000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97BAF"/>
    <w:pPr>
      <w:keepNext/>
      <w:ind w:left="-66"/>
      <w:jc w:val="center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97BAF"/>
    <w:pPr>
      <w:keepNext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97BAF"/>
    <w:pPr>
      <w:keepNext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7CA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7C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7CA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7CA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7CA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7CA2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7CA2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7CA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7CA2"/>
    <w:rPr>
      <w:rFonts w:asciiTheme="majorHAnsi" w:eastAsiaTheme="majorEastAsia" w:hAnsiTheme="majorHAnsi" w:cstheme="majorBidi"/>
    </w:rPr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 w:cs="Arial Armeni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01B34"/>
    <w:rPr>
      <w:rFonts w:ascii="Arial Armenian" w:hAnsi="Arial Armenian" w:cs="Arial Armenian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F97BAF"/>
    <w:pPr>
      <w:ind w:firstLine="360"/>
      <w:jc w:val="both"/>
    </w:pPr>
    <w:rPr>
      <w:rFonts w:ascii="Arial LatArm" w:hAnsi="Arial LatArm" w:cs="Arial LatArm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27CA2"/>
    <w:rPr>
      <w:rFonts w:ascii="Times Armenian" w:hAnsi="Times Armenian" w:cs="Times Armeni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97BAF"/>
    <w:pPr>
      <w:jc w:val="both"/>
    </w:pPr>
    <w:rPr>
      <w:rFonts w:ascii="Arial LatArm" w:hAnsi="Arial LatArm" w:cs="Arial LatArm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27CA2"/>
    <w:rPr>
      <w:rFonts w:ascii="Times Armenian" w:hAnsi="Times Armenian" w:cs="Times Armenian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F97BAF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27CA2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aliases w:val="Char Char Char,Char Char Char Char,Char"/>
    <w:basedOn w:val="Normal"/>
    <w:link w:val="BodyTextIndentChar"/>
    <w:uiPriority w:val="99"/>
    <w:rsid w:val="00F97BAF"/>
    <w:pPr>
      <w:ind w:firstLine="720"/>
      <w:jc w:val="both"/>
    </w:pPr>
    <w:rPr>
      <w:rFonts w:ascii="Arial LatArm" w:hAnsi="Arial LatArm" w:cs="Arial LatArm"/>
    </w:rPr>
  </w:style>
  <w:style w:type="character" w:customStyle="1" w:styleId="BodyTextIndentChar">
    <w:name w:val="Body Text Indent Char"/>
    <w:aliases w:val="Char Char Char Char1,Char Char Char Char Char,Char Char"/>
    <w:basedOn w:val="DefaultParagraphFont"/>
    <w:link w:val="BodyTextIndent"/>
    <w:uiPriority w:val="99"/>
    <w:locked/>
    <w:rsid w:val="00F97BAF"/>
    <w:rPr>
      <w:rFonts w:ascii="Arial LatArm" w:hAnsi="Arial LatArm" w:cs="Arial LatArm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F97BAF"/>
    <w:pPr>
      <w:jc w:val="both"/>
    </w:pPr>
    <w:rPr>
      <w:rFonts w:ascii="Arial LatArm" w:hAnsi="Arial LatArm" w:cs="Arial LatArm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27CA2"/>
    <w:rPr>
      <w:rFonts w:ascii="Times Armenian" w:hAnsi="Times Armenian" w:cs="Times Armeni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F97BAF"/>
    <w:pPr>
      <w:ind w:firstLine="720"/>
    </w:pPr>
    <w:rPr>
      <w:rFonts w:ascii="Arial LatArm" w:hAnsi="Arial LatArm" w:cs="Arial LatArm"/>
      <w:b/>
      <w:bCs/>
      <w:i/>
      <w:iCs/>
      <w:sz w:val="22"/>
      <w:szCs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27CA2"/>
    <w:rPr>
      <w:rFonts w:ascii="Times Armenian" w:hAnsi="Times Armenian" w:cs="Times Armeni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F97BAF"/>
    <w:pPr>
      <w:jc w:val="center"/>
    </w:pPr>
    <w:rPr>
      <w:rFonts w:ascii="Arial Armenian" w:hAnsi="Arial Armenian" w:cs="Arial Armenian"/>
    </w:rPr>
  </w:style>
  <w:style w:type="character" w:customStyle="1" w:styleId="TitleChar">
    <w:name w:val="Title Char"/>
    <w:basedOn w:val="DefaultParagraphFont"/>
    <w:link w:val="Title"/>
    <w:uiPriority w:val="10"/>
    <w:rsid w:val="00227CA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ageNumber">
    <w:name w:val="page number"/>
    <w:basedOn w:val="DefaultParagraphFont"/>
    <w:uiPriority w:val="99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7EF2"/>
  </w:style>
  <w:style w:type="paragraph" w:styleId="BalloonText">
    <w:name w:val="Balloon Text"/>
    <w:basedOn w:val="Normal"/>
    <w:link w:val="BalloonTextChar"/>
    <w:uiPriority w:val="99"/>
    <w:semiHidden/>
    <w:rsid w:val="00F97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CA2"/>
    <w:rPr>
      <w:sz w:val="0"/>
      <w:szCs w:val="0"/>
    </w:rPr>
  </w:style>
  <w:style w:type="paragraph" w:styleId="FootnoteText">
    <w:name w:val="footnote text"/>
    <w:basedOn w:val="Normal"/>
    <w:link w:val="FootnoteTextChar"/>
    <w:uiPriority w:val="99"/>
    <w:semiHidden/>
    <w:rsid w:val="00F97B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7CA2"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F97BA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F97BAF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</w:rPr>
  </w:style>
  <w:style w:type="character" w:customStyle="1" w:styleId="normChar">
    <w:name w:val="norm Char"/>
    <w:uiPriority w:val="99"/>
    <w:locked/>
    <w:rsid w:val="00F97BAF"/>
    <w:rPr>
      <w:rFonts w:ascii="Arial Armenian" w:hAnsi="Arial Armenian" w:cs="Arial Armenian"/>
      <w:sz w:val="22"/>
      <w:szCs w:val="22"/>
      <w:lang w:val="ru-RU" w:eastAsia="ru-RU"/>
    </w:rPr>
  </w:style>
  <w:style w:type="character" w:styleId="Hyperlink">
    <w:name w:val="Hyperlink"/>
    <w:basedOn w:val="DefaultParagraphFont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uiPriority w:val="99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8"/>
    </w:rPr>
  </w:style>
  <w:style w:type="paragraph" w:customStyle="1" w:styleId="BodyTextIndent22">
    <w:name w:val="Body Text Indent 2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Normal2">
    <w:name w:val="Normal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CharCharCharChar">
    <w:name w:val="Знак Знак Знак Char Char Char Char Знак Знак Знак"/>
    <w:basedOn w:val="Normal"/>
    <w:uiPriority w:val="99"/>
    <w:rsid w:val="00F97BAF"/>
    <w:pPr>
      <w:widowControl w:val="0"/>
      <w:adjustRightInd w:val="0"/>
      <w:spacing w:after="160" w:line="240" w:lineRule="exact"/>
    </w:pPr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613058"/>
    <w:rPr>
      <w:rFonts w:ascii="Times Armenian" w:hAnsi="Times Armeni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B2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2D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CA2"/>
    <w:rPr>
      <w:rFonts w:ascii="Times Armenian" w:hAnsi="Times Armenian" w:cs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2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CA2"/>
    <w:rPr>
      <w:b/>
      <w:bCs/>
    </w:rPr>
  </w:style>
  <w:style w:type="character" w:customStyle="1" w:styleId="CharChar4">
    <w:name w:val="Char Char4"/>
    <w:uiPriority w:val="99"/>
    <w:rsid w:val="00512432"/>
    <w:rPr>
      <w:rFonts w:ascii="Arial Armenian" w:hAnsi="Arial Armenian" w:cs="Arial Armenian"/>
      <w:lang w:val="ru-RU"/>
    </w:rPr>
  </w:style>
  <w:style w:type="character" w:customStyle="1" w:styleId="jlqj4bchmk0b">
    <w:name w:val="jlqj4b chmk0b"/>
    <w:basedOn w:val="DefaultParagraphFont"/>
    <w:uiPriority w:val="99"/>
    <w:rsid w:val="00604A2C"/>
  </w:style>
  <w:style w:type="character" w:customStyle="1" w:styleId="jlqj4b">
    <w:name w:val="jlqj4b"/>
    <w:basedOn w:val="DefaultParagraphFont"/>
    <w:uiPriority w:val="99"/>
    <w:rsid w:val="00604A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19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196</TotalTime>
  <Pages>1</Pages>
  <Words>307</Words>
  <Characters>1753</Characters>
  <Application>Microsoft Office Outlook</Application>
  <DocSecurity>0</DocSecurity>
  <Lines>0</Lines>
  <Paragraphs>0</Paragraphs>
  <ScaleCrop>false</ScaleCrop>
  <Company>ANPP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InvUser</cp:lastModifiedBy>
  <cp:revision>56</cp:revision>
  <cp:lastPrinted>2012-06-13T06:43:00Z</cp:lastPrinted>
  <dcterms:created xsi:type="dcterms:W3CDTF">2018-08-08T07:12:00Z</dcterms:created>
  <dcterms:modified xsi:type="dcterms:W3CDTF">2021-03-18T11:40:00Z</dcterms:modified>
</cp:coreProperties>
</file>